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2F4C" w:rsidRPr="00F16BDB" w:rsidRDefault="00A12F4C">
      <w:pPr>
        <w:rPr>
          <w:noProof/>
          <w:sz w:val="28"/>
          <w:szCs w:val="28"/>
          <w:lang w:eastAsia="pl-PL"/>
        </w:rPr>
      </w:pPr>
      <w:r w:rsidRPr="00F16BDB">
        <w:rPr>
          <w:sz w:val="28"/>
          <w:szCs w:val="28"/>
        </w:rPr>
        <w:t>W klasie III C zrealizowany został temat ”</w:t>
      </w:r>
      <w:r w:rsidRPr="00F16BDB">
        <w:rPr>
          <w:b/>
          <w:bCs/>
          <w:sz w:val="28"/>
          <w:szCs w:val="28"/>
        </w:rPr>
        <w:t>Gdy jestem uczciwy, czuję się dobrze sam ze sobą, inni mi ufają</w:t>
      </w:r>
      <w:r w:rsidRPr="00F16BDB">
        <w:rPr>
          <w:sz w:val="28"/>
          <w:szCs w:val="28"/>
        </w:rPr>
        <w:t>”, łączący lekcję wychowania fizycznego z tematyką etyki w ramach programu „Etyka nie tylko dla smyka”.</w:t>
      </w:r>
      <w:r w:rsidRPr="00F16BDB">
        <w:rPr>
          <w:noProof/>
          <w:sz w:val="28"/>
          <w:szCs w:val="28"/>
          <w:lang w:eastAsia="pl-PL"/>
        </w:rPr>
        <w:t xml:space="preserve"> </w:t>
      </w:r>
    </w:p>
    <w:p w:rsidR="00A12F4C" w:rsidRDefault="00A12F4C">
      <w:pPr>
        <w:rPr>
          <w:noProof/>
          <w:lang w:eastAsia="pl-PL"/>
        </w:rPr>
      </w:pPr>
      <w:r>
        <w:rPr>
          <w:noProof/>
          <w:lang w:eastAsia="pl-PL"/>
        </w:rPr>
        <w:t>Zgodnie ze scenariuszem lekcji nauczycielka przeprowadziła zabawę „Gazetowa bitwa” rozmawiając z dziećmi o zwycięcstwie, przegranej, uczciwości.</w:t>
      </w:r>
    </w:p>
    <w:p w:rsidR="00A12F4C" w:rsidRDefault="00A12F4C">
      <w:pPr>
        <w:rPr>
          <w:noProof/>
          <w:lang w:eastAsia="pl-PL"/>
        </w:rPr>
      </w:pPr>
    </w:p>
    <w:p w:rsidR="00A12F4C" w:rsidRDefault="00A12F4C" w:rsidP="005865A7">
      <w:pPr>
        <w:jc w:val="center"/>
      </w:pPr>
      <w:r w:rsidRPr="005A7CD1">
        <w:rPr>
          <w:noProof/>
          <w:lang w:eastAsia="pl-PL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raz 7" o:spid="_x0000_i1025" type="#_x0000_t75" style="width:345.75pt;height:259.5pt;visibility:visible">
            <v:imagedata r:id="rId4" o:title=""/>
          </v:shape>
        </w:pict>
      </w:r>
    </w:p>
    <w:p w:rsidR="00A12F4C" w:rsidRDefault="00A12F4C" w:rsidP="005865A7">
      <w:pPr>
        <w:jc w:val="center"/>
      </w:pPr>
      <w:r>
        <w:t xml:space="preserve"> Klasa III c podczas zabawy w „Gazetową bitwę”</w:t>
      </w:r>
    </w:p>
    <w:p w:rsidR="00A12F4C" w:rsidRDefault="00A12F4C" w:rsidP="005865A7">
      <w:r>
        <w:rPr>
          <w:noProof/>
          <w:lang w:eastAsia="pl-PL"/>
        </w:rPr>
        <w:pict>
          <v:shape id="Obraz 6" o:spid="_x0000_s1026" type="#_x0000_t75" style="position:absolute;margin-left:134.5pt;margin-top:41.6pt;width:199.75pt;height:267.15pt;z-index:-251658240;visibility:visible">
            <v:imagedata r:id="rId5" o:title=""/>
          </v:shape>
        </w:pict>
      </w:r>
      <w:r>
        <w:t>Kolejną zabawą wzbudzające podobne emocje jak podczas „Gazetowej bitwy” była zabawa „Kto szybciej” wiążąca się również z rywalizacją drużynową , a polegająca na przełożeniu z rąk do rąk pięciometrowego materiału.</w:t>
      </w:r>
      <w:r w:rsidRPr="005865A7">
        <w:rPr>
          <w:noProof/>
          <w:lang w:eastAsia="pl-PL"/>
        </w:rPr>
        <w:t xml:space="preserve"> </w:t>
      </w:r>
    </w:p>
    <w:p w:rsidR="00A12F4C" w:rsidRDefault="00A12F4C" w:rsidP="005865A7">
      <w:pPr>
        <w:jc w:val="center"/>
      </w:pPr>
    </w:p>
    <w:p w:rsidR="00A12F4C" w:rsidRDefault="00A12F4C" w:rsidP="005865A7">
      <w:pPr>
        <w:jc w:val="center"/>
      </w:pPr>
    </w:p>
    <w:p w:rsidR="00A12F4C" w:rsidRDefault="00A12F4C" w:rsidP="005865A7">
      <w:pPr>
        <w:jc w:val="center"/>
      </w:pPr>
    </w:p>
    <w:p w:rsidR="00A12F4C" w:rsidRDefault="00A12F4C" w:rsidP="005865A7">
      <w:pPr>
        <w:jc w:val="center"/>
      </w:pPr>
    </w:p>
    <w:p w:rsidR="00A12F4C" w:rsidRDefault="00A12F4C" w:rsidP="005865A7">
      <w:pPr>
        <w:jc w:val="center"/>
      </w:pPr>
    </w:p>
    <w:p w:rsidR="00A12F4C" w:rsidRDefault="00A12F4C" w:rsidP="005865A7">
      <w:pPr>
        <w:jc w:val="center"/>
      </w:pPr>
    </w:p>
    <w:p w:rsidR="00A12F4C" w:rsidRDefault="00A12F4C" w:rsidP="005865A7">
      <w:pPr>
        <w:jc w:val="center"/>
      </w:pPr>
    </w:p>
    <w:p w:rsidR="00A12F4C" w:rsidRDefault="00A12F4C" w:rsidP="005865A7">
      <w:pPr>
        <w:jc w:val="center"/>
      </w:pPr>
    </w:p>
    <w:p w:rsidR="00A12F4C" w:rsidRDefault="00A12F4C" w:rsidP="005865A7">
      <w:pPr>
        <w:jc w:val="center"/>
      </w:pPr>
    </w:p>
    <w:p w:rsidR="00A12F4C" w:rsidRDefault="00A12F4C" w:rsidP="005865A7">
      <w:pPr>
        <w:jc w:val="center"/>
      </w:pPr>
    </w:p>
    <w:p w:rsidR="00A12F4C" w:rsidRDefault="00A12F4C" w:rsidP="005865A7">
      <w:pPr>
        <w:jc w:val="center"/>
      </w:pPr>
      <w:r>
        <w:t>Zabawa „Kto szybciej”.</w:t>
      </w:r>
    </w:p>
    <w:p w:rsidR="00A12F4C" w:rsidRDefault="00A12F4C" w:rsidP="00A47268">
      <w:pPr>
        <w:jc w:val="center"/>
      </w:pPr>
      <w:r w:rsidRPr="005A7CD1">
        <w:rPr>
          <w:noProof/>
          <w:lang w:eastAsia="pl-PL"/>
        </w:rPr>
        <w:pict>
          <v:shape id="Obraz 3" o:spid="_x0000_i1026" type="#_x0000_t75" style="width:254.25pt;height:339pt;visibility:visible">
            <v:imagedata r:id="rId6" o:title=""/>
          </v:shape>
        </w:pict>
      </w:r>
    </w:p>
    <w:p w:rsidR="00A12F4C" w:rsidRDefault="00A12F4C" w:rsidP="005865A7">
      <w:pPr>
        <w:jc w:val="center"/>
      </w:pPr>
      <w:r>
        <w:t>Klasa III C podczas prezentacji o dopingu w sporcie.</w:t>
      </w:r>
    </w:p>
    <w:p w:rsidR="00A12F4C" w:rsidRDefault="00A12F4C" w:rsidP="005865A7">
      <w:pPr>
        <w:jc w:val="center"/>
      </w:pPr>
    </w:p>
    <w:p w:rsidR="00A12F4C" w:rsidRDefault="00A12F4C" w:rsidP="00A47268">
      <w:r>
        <w:t>Po rozmowie o dwóch przeprowadzonych zabawach nastąpiła ostatnia część lekcji, która polegała na przedstawieniu klasie prezentacji o dopingu i która spowodowała oczekiwaną dyskusję na powyższy temat. Lekcja cieszyła się bardzo dużym zainteresowaniem uczniów i wyciągnęli oni odpowiednie wnioski.</w:t>
      </w:r>
    </w:p>
    <w:p w:rsidR="00A12F4C" w:rsidRDefault="00A12F4C" w:rsidP="00F16BDB">
      <w:pPr>
        <w:jc w:val="right"/>
      </w:pPr>
      <w:r>
        <w:t>Dominika Dembek</w:t>
      </w:r>
    </w:p>
    <w:sectPr w:rsidR="00A12F4C" w:rsidSect="00A47268">
      <w:pgSz w:w="11906" w:h="16838"/>
      <w:pgMar w:top="1417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865A7"/>
    <w:rsid w:val="0031692F"/>
    <w:rsid w:val="005865A7"/>
    <w:rsid w:val="005A7CD1"/>
    <w:rsid w:val="00776FB0"/>
    <w:rsid w:val="009B621C"/>
    <w:rsid w:val="00A12F4C"/>
    <w:rsid w:val="00A47268"/>
    <w:rsid w:val="00C44F39"/>
    <w:rsid w:val="00E61229"/>
    <w:rsid w:val="00EE3BED"/>
    <w:rsid w:val="00F16BDB"/>
    <w:rsid w:val="00F93B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3BED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5865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865A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16</TotalTime>
  <Pages>2</Pages>
  <Words>145</Words>
  <Characters>876</Characters>
  <Application>Microsoft Office Outlook</Application>
  <DocSecurity>0</DocSecurity>
  <Lines>0</Lines>
  <Paragraphs>0</Paragraphs>
  <ScaleCrop>false</ScaleCrop>
  <Company>trans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Rysiek jach</dc:creator>
  <cp:keywords/>
  <dc:description/>
  <cp:lastModifiedBy>Zosia</cp:lastModifiedBy>
  <cp:revision>3</cp:revision>
  <dcterms:created xsi:type="dcterms:W3CDTF">2015-03-09T16:18:00Z</dcterms:created>
  <dcterms:modified xsi:type="dcterms:W3CDTF">2015-03-09T17:07:00Z</dcterms:modified>
</cp:coreProperties>
</file>